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96" w:rsidRDefault="00922296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EF78B7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-0.052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-0.043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-0.029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0.356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0.113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0.036</w:t>
            </w:r>
          </w:p>
        </w:tc>
      </w:tr>
      <w:tr w:rsidR="00EF78B7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-0.019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0.316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0.370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0.117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EF78B7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-0.045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0.237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0.075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0.024</w:t>
            </w:r>
          </w:p>
        </w:tc>
      </w:tr>
      <w:tr w:rsidR="00EF78B7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8B7" w:rsidRPr="00452EAA" w:rsidRDefault="00EF78B7" w:rsidP="00C00FFA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-0.059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0.246</w:t>
            </w:r>
          </w:p>
        </w:tc>
      </w:tr>
      <w:tr w:rsidR="00452EAA" w:rsidRPr="00452EAA" w:rsidTr="00C00FFA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0.078</w:t>
            </w:r>
          </w:p>
        </w:tc>
      </w:tr>
      <w:tr w:rsidR="00452EAA" w:rsidRPr="00452EAA" w:rsidTr="00C00FFA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00FF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0.025</w:t>
            </w:r>
          </w:p>
        </w:tc>
      </w:tr>
    </w:tbl>
    <w:p w:rsidR="005C3A16" w:rsidRDefault="005C3A16"/>
    <w:p w:rsidR="00922296" w:rsidRDefault="00C00FFA" w:rsidP="00C00FFA">
      <w:pPr>
        <w:ind w:left="1440" w:hanging="1440"/>
        <w:jc w:val="both"/>
        <w:rPr>
          <w:sz w:val="22"/>
        </w:rPr>
      </w:pPr>
      <w:r>
        <w:rPr>
          <w:sz w:val="22"/>
        </w:rPr>
        <w:t>Table 2a</w:t>
      </w:r>
      <w:r>
        <w:rPr>
          <w:sz w:val="22"/>
        </w:rPr>
        <w:tab/>
        <w:t xml:space="preserve">Lindenberg 1999 – 2008. Mean rate of change in temperature between launches at </w:t>
      </w:r>
      <w:r w:rsidR="00922296">
        <w:rPr>
          <w:sz w:val="22"/>
        </w:rPr>
        <w:t>0</w:t>
      </w:r>
      <w:r>
        <w:rPr>
          <w:sz w:val="22"/>
        </w:rPr>
        <w:t xml:space="preserve">1:00 and </w:t>
      </w:r>
      <w:r w:rsidR="00922296">
        <w:rPr>
          <w:sz w:val="22"/>
        </w:rPr>
        <w:t>07</w:t>
      </w:r>
      <w:r>
        <w:rPr>
          <w:sz w:val="22"/>
        </w:rPr>
        <w:t>:00 hours, along with standard deviation of a single measurement and standard error with increased number of measurements for 4 seasons.</w:t>
      </w:r>
    </w:p>
    <w:p w:rsidR="00922296" w:rsidRDefault="00922296">
      <w:pPr>
        <w:rPr>
          <w:sz w:val="22"/>
        </w:rPr>
      </w:pPr>
      <w:r>
        <w:rPr>
          <w:sz w:val="22"/>
        </w:rPr>
        <w:br w:type="page"/>
      </w:r>
    </w:p>
    <w:p w:rsidR="00C00FFA" w:rsidRDefault="00C00FFA" w:rsidP="00C00FFA">
      <w:pPr>
        <w:ind w:left="1440" w:hanging="1440"/>
        <w:jc w:val="both"/>
        <w:rPr>
          <w:sz w:val="22"/>
        </w:rPr>
      </w:pPr>
    </w:p>
    <w:p w:rsidR="00922296" w:rsidRDefault="00922296" w:rsidP="00922296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0.003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0.379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0.120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0.038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0.004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0.368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0.116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0.030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0.241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0.076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0.024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0.035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0.179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0.275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0.087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0.027</w:t>
            </w:r>
          </w:p>
        </w:tc>
      </w:tr>
    </w:tbl>
    <w:p w:rsidR="00922296" w:rsidRDefault="00922296" w:rsidP="00922296"/>
    <w:p w:rsidR="00922296" w:rsidRDefault="00922296" w:rsidP="00922296">
      <w:pPr>
        <w:ind w:left="1440" w:hanging="1440"/>
        <w:jc w:val="both"/>
        <w:rPr>
          <w:sz w:val="22"/>
        </w:rPr>
      </w:pPr>
      <w:r>
        <w:rPr>
          <w:sz w:val="22"/>
        </w:rPr>
        <w:t>Table 2b</w:t>
      </w:r>
      <w:r>
        <w:rPr>
          <w:sz w:val="22"/>
        </w:rPr>
        <w:tab/>
        <w:t>Lindenberg 1999 – 2008. Mean rate of change in temperature between launches at 07:00 and 13:00 hours, along with standard deviation of a single measurement and standard error with increased number of measurements for 4 seasons.</w:t>
      </w:r>
    </w:p>
    <w:p w:rsidR="00922296" w:rsidRDefault="00922296">
      <w:r>
        <w:br w:type="page"/>
      </w:r>
    </w:p>
    <w:p w:rsidR="00922296" w:rsidRDefault="00922296" w:rsidP="00922296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0.013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0.372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0.118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0.000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0.368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0.116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-0.003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0.191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0.235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0.074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0.023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0.024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0.270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0.085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0.027</w:t>
            </w:r>
          </w:p>
        </w:tc>
      </w:tr>
    </w:tbl>
    <w:p w:rsidR="00922296" w:rsidRDefault="00922296" w:rsidP="00922296"/>
    <w:p w:rsidR="00922296" w:rsidRDefault="00922296" w:rsidP="00922296">
      <w:pPr>
        <w:ind w:left="1440" w:hanging="1440"/>
        <w:jc w:val="both"/>
        <w:rPr>
          <w:sz w:val="22"/>
        </w:rPr>
      </w:pPr>
      <w:r>
        <w:rPr>
          <w:sz w:val="22"/>
        </w:rPr>
        <w:t>Table 2c</w:t>
      </w:r>
      <w:r>
        <w:rPr>
          <w:sz w:val="22"/>
        </w:rPr>
        <w:tab/>
        <w:t>Lindenberg 1999 – 2008. Mean rate of change in temperature between launches at 13:00 and 19:00 hours, along with standard deviation of a single measurement and standard error with increased number of measurements for 4 seasons.</w:t>
      </w:r>
    </w:p>
    <w:p w:rsidR="00922296" w:rsidRDefault="00922296">
      <w:r>
        <w:br w:type="page"/>
      </w:r>
    </w:p>
    <w:p w:rsidR="00922296" w:rsidRDefault="00922296" w:rsidP="00922296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0.001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0.375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0.119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0.009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0.274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0.363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0.115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0.036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0.241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0.076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0.024</w:t>
            </w:r>
          </w:p>
        </w:tc>
      </w:tr>
      <w:tr w:rsidR="00922296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22296" w:rsidRPr="00452EAA" w:rsidRDefault="00922296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-0.036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0.009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0.178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0.243</w:t>
            </w:r>
          </w:p>
        </w:tc>
      </w:tr>
      <w:tr w:rsidR="00452EAA" w:rsidRPr="00452EAA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0.077</w:t>
            </w:r>
          </w:p>
        </w:tc>
      </w:tr>
      <w:tr w:rsidR="00452EAA" w:rsidRPr="00452EAA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EAA" w:rsidRPr="00452EAA" w:rsidRDefault="00452EAA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2EAA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2EAA" w:rsidRPr="00452EAA" w:rsidRDefault="00452EAA">
            <w:pPr>
              <w:jc w:val="center"/>
              <w:rPr>
                <w:color w:val="000000"/>
                <w:sz w:val="20"/>
                <w:szCs w:val="20"/>
              </w:rPr>
            </w:pPr>
            <w:r w:rsidRPr="00452EAA">
              <w:rPr>
                <w:color w:val="000000"/>
                <w:sz w:val="20"/>
                <w:szCs w:val="20"/>
              </w:rPr>
              <w:t>0.024</w:t>
            </w:r>
          </w:p>
        </w:tc>
      </w:tr>
    </w:tbl>
    <w:p w:rsidR="00922296" w:rsidRDefault="00922296" w:rsidP="00922296"/>
    <w:p w:rsidR="00922296" w:rsidRDefault="00922296" w:rsidP="00922296">
      <w:pPr>
        <w:ind w:left="1440" w:hanging="1440"/>
        <w:jc w:val="both"/>
        <w:rPr>
          <w:sz w:val="22"/>
        </w:rPr>
      </w:pPr>
      <w:r>
        <w:rPr>
          <w:sz w:val="22"/>
        </w:rPr>
        <w:t>Table 2d</w:t>
      </w:r>
      <w:r>
        <w:rPr>
          <w:sz w:val="22"/>
        </w:rPr>
        <w:tab/>
        <w:t>Lindenberg 1999 – 2008. Mean rate of change in temperature between launches at 19:00 and 01:00 hours, along with standard deviation of a single measurement and standard error with increased number of measurements for 4 seasons.</w:t>
      </w:r>
    </w:p>
    <w:p w:rsidR="00922296" w:rsidRDefault="00922296">
      <w:r>
        <w:br w:type="page"/>
      </w:r>
    </w:p>
    <w:p w:rsidR="00CB444F" w:rsidRDefault="00CB444F" w:rsidP="00CB444F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CB444F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0.004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0.261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0.362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0.114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0.036</w:t>
            </w:r>
          </w:p>
        </w:tc>
      </w:tr>
      <w:tr w:rsidR="00CB444F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-0.018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0.274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0.359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0.113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0.036</w:t>
            </w:r>
          </w:p>
        </w:tc>
      </w:tr>
      <w:tr w:rsidR="00CB444F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-0.009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0.231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0.073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0.023</w:t>
            </w:r>
          </w:p>
        </w:tc>
      </w:tr>
      <w:tr w:rsidR="00CB444F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44F" w:rsidRPr="00453873" w:rsidRDefault="00CB444F" w:rsidP="00CB444F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-0.048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0.239</w:t>
            </w:r>
          </w:p>
        </w:tc>
      </w:tr>
      <w:tr w:rsidR="00453873" w:rsidRPr="00453873" w:rsidTr="00CB444F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0.076</w:t>
            </w:r>
          </w:p>
        </w:tc>
      </w:tr>
      <w:tr w:rsidR="00453873" w:rsidRPr="00453873" w:rsidTr="00CB444F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CB444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0.024</w:t>
            </w:r>
          </w:p>
        </w:tc>
      </w:tr>
    </w:tbl>
    <w:p w:rsidR="00CB444F" w:rsidRDefault="00CB444F" w:rsidP="00CB444F"/>
    <w:p w:rsidR="00CB444F" w:rsidRDefault="00CB444F" w:rsidP="00CB444F">
      <w:pPr>
        <w:ind w:left="1440" w:hanging="1440"/>
        <w:jc w:val="both"/>
        <w:rPr>
          <w:sz w:val="22"/>
        </w:rPr>
      </w:pPr>
      <w:r>
        <w:rPr>
          <w:sz w:val="22"/>
        </w:rPr>
        <w:t>Table 2</w:t>
      </w:r>
      <w:r w:rsidR="00105E32">
        <w:rPr>
          <w:sz w:val="22"/>
        </w:rPr>
        <w:t>e</w:t>
      </w:r>
      <w:r>
        <w:rPr>
          <w:sz w:val="22"/>
        </w:rPr>
        <w:tab/>
        <w:t xml:space="preserve">Lindenberg 2009 – 2012. Mean rate of change in temperature between launches at </w:t>
      </w:r>
      <w:r w:rsidR="00105E32">
        <w:rPr>
          <w:sz w:val="22"/>
        </w:rPr>
        <w:t>01:00</w:t>
      </w:r>
      <w:r>
        <w:rPr>
          <w:sz w:val="22"/>
        </w:rPr>
        <w:t xml:space="preserve"> and 0</w:t>
      </w:r>
      <w:r w:rsidR="00105E32">
        <w:rPr>
          <w:sz w:val="22"/>
        </w:rPr>
        <w:t>7</w:t>
      </w:r>
      <w:r>
        <w:rPr>
          <w:sz w:val="22"/>
        </w:rPr>
        <w:t>:00 hours, along with standard deviation of a single measurement and standard error with increased number of measurements for 4 seasons.</w:t>
      </w:r>
    </w:p>
    <w:p w:rsidR="00105E32" w:rsidRDefault="00105E32">
      <w:r>
        <w:br w:type="page"/>
      </w:r>
    </w:p>
    <w:p w:rsidR="00105E32" w:rsidRPr="00453873" w:rsidRDefault="00105E32" w:rsidP="00105E32">
      <w:pPr>
        <w:rPr>
          <w:szCs w:val="20"/>
        </w:rPr>
      </w:pPr>
    </w:p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0.046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0.253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0.080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0.025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0.041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-0.008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0.350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0.111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0.035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0.199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0.199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0.169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0.054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0.017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0.076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0.255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0.081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0.026</w:t>
            </w:r>
          </w:p>
        </w:tc>
      </w:tr>
    </w:tbl>
    <w:p w:rsidR="00105E32" w:rsidRDefault="00105E32" w:rsidP="00105E32"/>
    <w:p w:rsidR="00105E32" w:rsidRDefault="00105E32" w:rsidP="00105E32">
      <w:pPr>
        <w:ind w:left="1440" w:hanging="1440"/>
        <w:jc w:val="both"/>
        <w:rPr>
          <w:sz w:val="22"/>
        </w:rPr>
      </w:pPr>
      <w:r>
        <w:rPr>
          <w:sz w:val="22"/>
        </w:rPr>
        <w:t>Table 2f</w:t>
      </w:r>
      <w:r>
        <w:rPr>
          <w:sz w:val="22"/>
        </w:rPr>
        <w:tab/>
        <w:t>Lindenberg 2009 – 2012. Mean rate of change in temperature between launches at 07:00 and 13:00 hours, along with standard deviation of a single measurement and standard error with increased number of measurements for 4 seasons.</w:t>
      </w:r>
    </w:p>
    <w:p w:rsidR="00105E32" w:rsidRDefault="00105E32" w:rsidP="00105E32"/>
    <w:p w:rsidR="00105E32" w:rsidRDefault="00105E32">
      <w:r>
        <w:br w:type="page"/>
      </w:r>
    </w:p>
    <w:p w:rsidR="00105E32" w:rsidRDefault="00105E32" w:rsidP="00105E32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0.004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0.237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0.303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0.096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0.030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-0.011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0.295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0.293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0.093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0.029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-0.038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0.210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0.066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0.021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-0.024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0.209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0.243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0.077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0.024</w:t>
            </w:r>
          </w:p>
        </w:tc>
      </w:tr>
    </w:tbl>
    <w:p w:rsidR="00105E32" w:rsidRDefault="00105E32" w:rsidP="00105E32"/>
    <w:p w:rsidR="00105E32" w:rsidRDefault="00105E32" w:rsidP="00105E32">
      <w:pPr>
        <w:ind w:left="1440" w:hanging="1440"/>
        <w:jc w:val="both"/>
        <w:rPr>
          <w:sz w:val="22"/>
        </w:rPr>
      </w:pPr>
      <w:r>
        <w:rPr>
          <w:sz w:val="22"/>
        </w:rPr>
        <w:t>Table 2g</w:t>
      </w:r>
      <w:r>
        <w:rPr>
          <w:sz w:val="22"/>
        </w:rPr>
        <w:tab/>
        <w:t>Lindenberg 2009 – 2012. Mean rate of change in temperature between launches at 13:00 and 19:00 hours, along with standard deviation of a single measurement and standard error with increased number of measurements for 4 seasons.</w:t>
      </w:r>
    </w:p>
    <w:p w:rsidR="00105E32" w:rsidRDefault="00105E32" w:rsidP="00105E32"/>
    <w:p w:rsidR="00105E32" w:rsidRDefault="00105E32">
      <w:r>
        <w:br w:type="page"/>
      </w:r>
    </w:p>
    <w:p w:rsidR="00105E32" w:rsidRDefault="00105E32" w:rsidP="00105E32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-0.014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0.406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0.128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0.041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0.060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0.378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0.119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0.038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-0.009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0.193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0.226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0.071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0.023</w:t>
            </w:r>
          </w:p>
        </w:tc>
      </w:tr>
      <w:tr w:rsidR="00105E32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5E32" w:rsidRPr="00453873" w:rsidRDefault="00105E32" w:rsidP="007D0BA8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-0.062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-0.032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0.001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0.185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0.248</w:t>
            </w:r>
          </w:p>
        </w:tc>
      </w:tr>
      <w:tr w:rsidR="00453873" w:rsidRPr="00453873" w:rsidTr="007D0BA8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0.063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0.078</w:t>
            </w:r>
          </w:p>
        </w:tc>
      </w:tr>
      <w:tr w:rsidR="00453873" w:rsidRPr="00453873" w:rsidTr="007D0BA8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873" w:rsidRPr="00453873" w:rsidRDefault="00453873" w:rsidP="007D0BA8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453873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53873" w:rsidRPr="00453873" w:rsidRDefault="00453873">
            <w:pPr>
              <w:jc w:val="center"/>
              <w:rPr>
                <w:color w:val="000000"/>
                <w:sz w:val="20"/>
                <w:szCs w:val="20"/>
              </w:rPr>
            </w:pPr>
            <w:r w:rsidRPr="00453873">
              <w:rPr>
                <w:color w:val="000000"/>
                <w:sz w:val="20"/>
                <w:szCs w:val="20"/>
              </w:rPr>
              <w:t>0.025</w:t>
            </w:r>
          </w:p>
        </w:tc>
      </w:tr>
    </w:tbl>
    <w:p w:rsidR="00105E32" w:rsidRDefault="00105E32" w:rsidP="00105E32"/>
    <w:p w:rsidR="00105E32" w:rsidRDefault="00105E32" w:rsidP="00105E32">
      <w:pPr>
        <w:ind w:left="1440" w:hanging="1440"/>
        <w:jc w:val="both"/>
        <w:rPr>
          <w:sz w:val="22"/>
        </w:rPr>
      </w:pPr>
      <w:r>
        <w:rPr>
          <w:sz w:val="22"/>
        </w:rPr>
        <w:t>Table 2h</w:t>
      </w:r>
      <w:r>
        <w:rPr>
          <w:sz w:val="22"/>
        </w:rPr>
        <w:tab/>
        <w:t>Lindenberg 2009 – 2012. Mean rate of change in temperature between launches at 19:00 and 01:00 hours, along with standard deviation of a single measurement and standard error with increased number of measurements for 4 seasons.</w:t>
      </w:r>
    </w:p>
    <w:p w:rsidR="00105E32" w:rsidRDefault="00105E32" w:rsidP="00105E32"/>
    <w:p w:rsidR="00B004D7" w:rsidRDefault="00B004D7">
      <w:r>
        <w:br w:type="page"/>
      </w:r>
    </w:p>
    <w:p w:rsidR="00B004D7" w:rsidRDefault="00B004D7" w:rsidP="00B004D7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-0.003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0.386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0.122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0.039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-0.048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-0.068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0.353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0.112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0.035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-0.014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0.269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0.310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0.098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0.031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-0.020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0.085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</w:tr>
    </w:tbl>
    <w:p w:rsidR="00B004D7" w:rsidRDefault="00B004D7" w:rsidP="00B004D7"/>
    <w:p w:rsidR="00B004D7" w:rsidRDefault="00B004D7" w:rsidP="00B004D7">
      <w:pPr>
        <w:ind w:left="1440" w:hanging="1440"/>
        <w:jc w:val="both"/>
        <w:rPr>
          <w:sz w:val="22"/>
        </w:rPr>
      </w:pPr>
      <w:r>
        <w:rPr>
          <w:sz w:val="22"/>
        </w:rPr>
        <w:t>Table 2i</w:t>
      </w:r>
      <w:r>
        <w:rPr>
          <w:sz w:val="22"/>
        </w:rPr>
        <w:tab/>
        <w:t>Southern Great Plains 2006 – 2012. Mean rate of change in temperature between launches at 00:00 and 06:00 hours, along with standard deviation of a single measurement and standard error with increased number of measurements for 4 seasons.</w:t>
      </w:r>
    </w:p>
    <w:p w:rsidR="00B004D7" w:rsidRDefault="00B004D7" w:rsidP="00B004D7"/>
    <w:p w:rsidR="00B004D7" w:rsidRDefault="00B004D7">
      <w:r>
        <w:br w:type="page"/>
      </w:r>
    </w:p>
    <w:p w:rsidR="00B004D7" w:rsidRDefault="00B004D7" w:rsidP="00B004D7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0.405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0.128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0.041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0.232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0.344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0.109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0.034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0.089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0.265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0.247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0.087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</w:tr>
    </w:tbl>
    <w:p w:rsidR="00B004D7" w:rsidRDefault="00B004D7" w:rsidP="00B004D7"/>
    <w:p w:rsidR="00B004D7" w:rsidRDefault="00B004D7" w:rsidP="00B004D7">
      <w:pPr>
        <w:ind w:left="1440" w:hanging="1440"/>
        <w:jc w:val="both"/>
        <w:rPr>
          <w:sz w:val="22"/>
        </w:rPr>
      </w:pPr>
      <w:r>
        <w:rPr>
          <w:sz w:val="22"/>
        </w:rPr>
        <w:t>Table 2j</w:t>
      </w:r>
      <w:r>
        <w:rPr>
          <w:sz w:val="22"/>
        </w:rPr>
        <w:tab/>
        <w:t>Southern Great Plains 2006 – 2012. Mean rate of change in temperature between launches at 06:00 and 12:00 hours, along with standard deviation of a single measurement and standard error with increased number of measurements for 4 seasons.</w:t>
      </w:r>
    </w:p>
    <w:p w:rsidR="00C00FFA" w:rsidRDefault="00C00FFA"/>
    <w:p w:rsidR="00B004D7" w:rsidRDefault="00B004D7">
      <w:r>
        <w:br w:type="page"/>
      </w:r>
    </w:p>
    <w:p w:rsidR="00B004D7" w:rsidRDefault="00B004D7" w:rsidP="00B004D7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0.052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0.425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0.134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0.043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0.010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0.319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0.369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0.117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0.037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-0.038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0.290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0.092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-0.015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0.281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0.089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0.028</w:t>
            </w:r>
          </w:p>
        </w:tc>
      </w:tr>
    </w:tbl>
    <w:p w:rsidR="00B004D7" w:rsidRDefault="00B004D7" w:rsidP="00B004D7"/>
    <w:p w:rsidR="00B004D7" w:rsidRDefault="00B004D7" w:rsidP="00B004D7">
      <w:pPr>
        <w:ind w:left="1440" w:hanging="1440"/>
        <w:jc w:val="both"/>
        <w:rPr>
          <w:sz w:val="22"/>
        </w:rPr>
      </w:pPr>
      <w:proofErr w:type="gramStart"/>
      <w:r>
        <w:rPr>
          <w:sz w:val="22"/>
        </w:rPr>
        <w:t>Table 2k</w:t>
      </w:r>
      <w:r>
        <w:rPr>
          <w:sz w:val="22"/>
        </w:rPr>
        <w:tab/>
        <w:t>Southern Great Plains 2006 – 2012.</w:t>
      </w:r>
      <w:proofErr w:type="gramEnd"/>
      <w:r>
        <w:rPr>
          <w:sz w:val="22"/>
        </w:rPr>
        <w:t xml:space="preserve"> Mean rate of change in temperature between launches at 12:00 and 18:00 hours, along with standard deviation of a single measurement and standard error with increased number of measurements for 4 seasons.</w:t>
      </w:r>
    </w:p>
    <w:p w:rsidR="00B004D7" w:rsidRDefault="00B004D7">
      <w:r>
        <w:br w:type="page"/>
      </w:r>
    </w:p>
    <w:p w:rsidR="00B004D7" w:rsidRDefault="00B004D7" w:rsidP="00B004D7"/>
    <w:tbl>
      <w:tblPr>
        <w:tblW w:w="7060" w:type="dxa"/>
        <w:jc w:val="center"/>
        <w:tblInd w:w="93" w:type="dxa"/>
        <w:tblLook w:val="04A0" w:firstRow="1" w:lastRow="0" w:firstColumn="1" w:lastColumn="0" w:noHBand="0" w:noVBand="1"/>
      </w:tblPr>
      <w:tblGrid>
        <w:gridCol w:w="2850"/>
        <w:gridCol w:w="962"/>
        <w:gridCol w:w="1140"/>
        <w:gridCol w:w="1109"/>
        <w:gridCol w:w="999"/>
      </w:tblGrid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5km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-0.058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-0.049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-0.047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0.420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0.133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0.042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0.009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0.396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0.125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0.040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15km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0.332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0.253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0.310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0.098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0.031</w:t>
            </w:r>
          </w:p>
        </w:tc>
      </w:tr>
      <w:tr w:rsidR="00B004D7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Altitude = 20km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Spring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Summer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Autumn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004D7" w:rsidRPr="003F4EAC" w:rsidRDefault="00B004D7" w:rsidP="00B97CE0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b/>
                <w:color w:val="000000"/>
                <w:sz w:val="20"/>
                <w:szCs w:val="20"/>
              </w:rPr>
              <w:t>Winter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Mean rate of change, K / hour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0.005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Deviation (1 reading)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0.309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0.245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0.270</w:t>
            </w:r>
          </w:p>
        </w:tc>
      </w:tr>
      <w:tr w:rsidR="003F4EAC" w:rsidRPr="003F4EAC" w:rsidTr="00B97CE0">
        <w:trPr>
          <w:trHeight w:val="348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0.085</w:t>
            </w:r>
          </w:p>
        </w:tc>
      </w:tr>
      <w:tr w:rsidR="003F4EAC" w:rsidRPr="003F4EAC" w:rsidTr="00B97CE0">
        <w:trPr>
          <w:trHeight w:val="360"/>
          <w:jc w:val="center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F4EAC" w:rsidRPr="003F4EAC" w:rsidRDefault="003F4EAC" w:rsidP="00B97CE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F4EAC">
              <w:rPr>
                <w:rFonts w:eastAsia="Times New Roman"/>
                <w:color w:val="000000"/>
                <w:sz w:val="20"/>
                <w:szCs w:val="20"/>
              </w:rPr>
              <w:t>Std Error  (100 readings)</w:t>
            </w:r>
          </w:p>
        </w:tc>
        <w:tc>
          <w:tcPr>
            <w:tcW w:w="9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4EAC" w:rsidRPr="003F4EAC" w:rsidRDefault="003F4EAC">
            <w:pPr>
              <w:jc w:val="center"/>
              <w:rPr>
                <w:color w:val="000000"/>
                <w:sz w:val="20"/>
                <w:szCs w:val="20"/>
              </w:rPr>
            </w:pPr>
            <w:r w:rsidRPr="003F4EAC">
              <w:rPr>
                <w:color w:val="000000"/>
                <w:sz w:val="20"/>
                <w:szCs w:val="20"/>
              </w:rPr>
              <w:t>0.027</w:t>
            </w:r>
          </w:p>
        </w:tc>
      </w:tr>
    </w:tbl>
    <w:p w:rsidR="00B004D7" w:rsidRDefault="00B004D7" w:rsidP="00B004D7"/>
    <w:p w:rsidR="00B004D7" w:rsidRDefault="00B004D7" w:rsidP="00B004D7">
      <w:pPr>
        <w:ind w:left="1440" w:hanging="1440"/>
        <w:jc w:val="both"/>
        <w:rPr>
          <w:sz w:val="22"/>
        </w:rPr>
      </w:pPr>
      <w:r>
        <w:rPr>
          <w:sz w:val="22"/>
        </w:rPr>
        <w:t>Table 2l</w:t>
      </w:r>
      <w:r>
        <w:rPr>
          <w:sz w:val="22"/>
        </w:rPr>
        <w:tab/>
        <w:t>Southern Great Plains 2006 – 2012. Mean rate of change in temperature between launches at 18:00 and 00:00 hours, along with standard deviation of a single measurement and standard error with increased number of measurements for 4 seasons.</w:t>
      </w:r>
    </w:p>
    <w:p w:rsidR="00B004D7" w:rsidRDefault="00B004D7"/>
    <w:sectPr w:rsidR="00B004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44F" w:rsidRDefault="00CB444F" w:rsidP="00EF78B7">
      <w:r>
        <w:separator/>
      </w:r>
    </w:p>
  </w:endnote>
  <w:endnote w:type="continuationSeparator" w:id="0">
    <w:p w:rsidR="00CB444F" w:rsidRDefault="00CB444F" w:rsidP="00EF7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4F" w:rsidRDefault="00CB444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4F" w:rsidRDefault="00CB44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4F" w:rsidRDefault="00CB44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44F" w:rsidRDefault="00CB444F" w:rsidP="00EF78B7">
      <w:r>
        <w:separator/>
      </w:r>
    </w:p>
  </w:footnote>
  <w:footnote w:type="continuationSeparator" w:id="0">
    <w:p w:rsidR="00CB444F" w:rsidRDefault="00CB444F" w:rsidP="00EF7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4F" w:rsidRDefault="00CB444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4F" w:rsidRDefault="00CB444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4F" w:rsidRDefault="00CB44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B7"/>
    <w:rsid w:val="00105E32"/>
    <w:rsid w:val="00360BA9"/>
    <w:rsid w:val="00396F29"/>
    <w:rsid w:val="003F4EAC"/>
    <w:rsid w:val="00452EAA"/>
    <w:rsid w:val="00453873"/>
    <w:rsid w:val="005C3A16"/>
    <w:rsid w:val="00656A6B"/>
    <w:rsid w:val="007430DB"/>
    <w:rsid w:val="007618CA"/>
    <w:rsid w:val="008A35ED"/>
    <w:rsid w:val="00922296"/>
    <w:rsid w:val="00A9636A"/>
    <w:rsid w:val="00B004D7"/>
    <w:rsid w:val="00C00FFA"/>
    <w:rsid w:val="00C17280"/>
    <w:rsid w:val="00CB444F"/>
    <w:rsid w:val="00E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8B7"/>
    <w:rPr>
      <w:rFonts w:ascii="Times New Roman" w:eastAsia="Calibri" w:hAnsi="Times New Roman" w:cs="Times New Roman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8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8B7"/>
    <w:rPr>
      <w:rFonts w:ascii="Times New Roman" w:eastAsia="Calibri" w:hAnsi="Times New Roman" w:cs="Times New Roman"/>
      <w:sz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F78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8B7"/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8B7"/>
    <w:rPr>
      <w:rFonts w:ascii="Times New Roman" w:eastAsia="Calibri" w:hAnsi="Times New Roman" w:cs="Times New Roman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78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8B7"/>
    <w:rPr>
      <w:rFonts w:ascii="Times New Roman" w:eastAsia="Calibri" w:hAnsi="Times New Roman" w:cs="Times New Roman"/>
      <w:sz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F78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8B7"/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A692D60B.dotm</Template>
  <TotalTime>52</TotalTime>
  <Pages>12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NPL Management Ltd</Company>
  <LinksUpToDate>false</LinksUpToDate>
  <CharactersWithSpaces>14973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IMS</dc:creator>
  <cp:lastModifiedBy>IMS</cp:lastModifiedBy>
  <cp:revision>7</cp:revision>
  <dcterms:created xsi:type="dcterms:W3CDTF">2014-11-03T14:00:00Z</dcterms:created>
  <dcterms:modified xsi:type="dcterms:W3CDTF">2014-12-16T17:02:00Z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coClassification">
    <vt:lpwstr>NPL Public (No visible marking)</vt:lpwstr>
  </property>
  <property fmtid="{D5CDD505-2E9C-101B-9397-08002B2CF9AE}" pid="3" name="aliashDocumentMarking">
    <vt:lpwstr/>
  </property>
</Properties>
</file>